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bookmarkStart w:id="0" w:name="_GoBack"/>
      <w:bookmarkEnd w:id="0"/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>Formatet skal være A4 med 2 cm marger, enkel linjeavstandand, Arial, Calibri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>Når du fyller ut CVen,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*Etternavn, fornavn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*Fødselsdato</w:t>
            </w:r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dd.mm.år</w:t>
            </w:r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*Kjønn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*Nasjonalitet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Navn på institusjon,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År</w:t>
            </w:r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År</w:t>
            </w:r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t>Nåværende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arbeidsgiver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r w:rsidR="007E77D7" w:rsidRPr="00733AB8">
        <w:rPr>
          <w:rFonts w:ascii="Arial" w:hAnsi="Arial" w:cs="Arial"/>
          <w:b/>
          <w:lang w:val="en-GB"/>
        </w:rPr>
        <w:t>Tidligere stillinger</w:t>
      </w:r>
      <w:r w:rsidRPr="00733AB8">
        <w:rPr>
          <w:rFonts w:ascii="Arial" w:hAnsi="Arial" w:cs="Arial"/>
          <w:lang w:val="en-GB"/>
        </w:rPr>
        <w:t xml:space="preserve"> (list</w:t>
      </w:r>
      <w:r w:rsidR="007E77D7" w:rsidRPr="00733AB8">
        <w:rPr>
          <w:rFonts w:ascii="Arial" w:hAnsi="Arial" w:cs="Arial"/>
          <w:lang w:val="en-GB"/>
        </w:rPr>
        <w:t>e</w:t>
      </w:r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arbeidsgiver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Fra-til</w:t>
            </w:r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(hvis</w:t>
      </w:r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Fra-til</w:t>
            </w:r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1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>le og opgaver</w:t>
            </w:r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9A6B2" w14:textId="77777777" w:rsidR="006538E3" w:rsidRDefault="006538E3" w:rsidP="000D14F6">
      <w:pPr>
        <w:spacing w:after="0" w:line="240" w:lineRule="auto"/>
      </w:pPr>
      <w:r>
        <w:separator/>
      </w:r>
    </w:p>
  </w:endnote>
  <w:endnote w:type="continuationSeparator" w:id="0">
    <w:p w14:paraId="2E48F280" w14:textId="77777777" w:rsidR="006538E3" w:rsidRDefault="006538E3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B1C3C" w14:textId="4CAA1A4A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CD0C5C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CD0C5C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BB926" w14:textId="77777777" w:rsidR="006538E3" w:rsidRDefault="006538E3" w:rsidP="000D14F6">
      <w:pPr>
        <w:spacing w:after="0" w:line="240" w:lineRule="auto"/>
      </w:pPr>
      <w:r>
        <w:separator/>
      </w:r>
    </w:p>
  </w:footnote>
  <w:footnote w:type="continuationSeparator" w:id="0">
    <w:p w14:paraId="1E97B322" w14:textId="77777777" w:rsidR="006538E3" w:rsidRDefault="006538E3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2961E9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38E3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0C5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14E45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DC54-6999-45CB-8F0D-461AC4F23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B139D4-F109-4404-81B6-4B8DFD90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Øyvind Herse</cp:lastModifiedBy>
  <cp:revision>2</cp:revision>
  <cp:lastPrinted>2019-06-12T12:57:00Z</cp:lastPrinted>
  <dcterms:created xsi:type="dcterms:W3CDTF">2022-07-01T12:43:00Z</dcterms:created>
  <dcterms:modified xsi:type="dcterms:W3CDTF">2022-07-01T12:43:00Z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